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23203C" w:rsidRPr="00B86DA2">
        <w:rPr>
          <w:rFonts w:ascii="Corbel" w:hAnsi="Corbel"/>
          <w:b/>
          <w:bCs/>
          <w:smallCaps/>
          <w:sz w:val="24"/>
          <w:szCs w:val="24"/>
        </w:rPr>
        <w:t xml:space="preserve"> - 20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23</w:t>
      </w:r>
    </w:p>
    <w:p w14:paraId="2A94F79A" w14:textId="02F75492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5A7F88">
        <w:rPr>
          <w:rFonts w:ascii="Corbel" w:hAnsi="Corbel"/>
          <w:sz w:val="20"/>
          <w:szCs w:val="20"/>
        </w:rPr>
        <w:t>2</w:t>
      </w:r>
      <w:r w:rsidRPr="6063023A">
        <w:rPr>
          <w:rFonts w:ascii="Corbel" w:hAnsi="Corbel"/>
          <w:sz w:val="20"/>
          <w:szCs w:val="20"/>
        </w:rPr>
        <w:t>/202</w:t>
      </w:r>
      <w:r w:rsidR="005A7F88">
        <w:rPr>
          <w:rFonts w:ascii="Corbel" w:hAnsi="Corbel"/>
          <w:sz w:val="20"/>
          <w:szCs w:val="20"/>
        </w:rPr>
        <w:t>3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1DE0">
              <w:rPr>
                <w:rFonts w:ascii="Corbel" w:hAnsi="Corbel"/>
                <w:b w:val="0"/>
                <w:sz w:val="24"/>
                <w:szCs w:val="24"/>
              </w:rPr>
              <w:t>FiR/I/RP/C-1.1a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08BE9C7E" w:rsidR="00C31C76" w:rsidRPr="009C54AE" w:rsidRDefault="004941B6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1EE0EF8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B9084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70730FC" w:rsidR="00015B8F" w:rsidRPr="009C54AE" w:rsidRDefault="009106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ekonomiczno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Optymalizacja procesu podejmowania decyzji z wykorzystaniem dodatku Solver.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60BEE38D" w:rsidR="00B07B3E" w:rsidRPr="009C54AE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4519455C" w:rsidR="00331122" w:rsidRPr="00521803" w:rsidRDefault="00AD03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gospodarcza i e-biznes : wybrane zagadnienia / red. Marzena Pankiewicz - Białystok : Wydawnictwo Wyższej Szkoły Finansów i Zarządzania, cop.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Wykorzystanie Internetu w analizie otoczenia przedsiębiorstwa : algorytmy ponownych odwiedzin źródeł / Ilona Nawrot.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3624C" w14:textId="77777777" w:rsidR="007F2195" w:rsidRDefault="007F2195" w:rsidP="00C16ABF">
      <w:pPr>
        <w:spacing w:after="0" w:line="240" w:lineRule="auto"/>
      </w:pPr>
      <w:r>
        <w:separator/>
      </w:r>
    </w:p>
  </w:endnote>
  <w:endnote w:type="continuationSeparator" w:id="0">
    <w:p w14:paraId="121FA5CF" w14:textId="77777777" w:rsidR="007F2195" w:rsidRDefault="007F21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801C1" w14:textId="77777777" w:rsidR="007F2195" w:rsidRDefault="007F2195" w:rsidP="00C16ABF">
      <w:pPr>
        <w:spacing w:after="0" w:line="240" w:lineRule="auto"/>
      </w:pPr>
      <w:r>
        <w:separator/>
      </w:r>
    </w:p>
  </w:footnote>
  <w:footnote w:type="continuationSeparator" w:id="0">
    <w:p w14:paraId="1B8AA6CB" w14:textId="77777777" w:rsidR="007F2195" w:rsidRDefault="007F2195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41B6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2195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0688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03CB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2F29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65F52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4AEBB-D504-462F-B2A1-30A3D03D21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917</Words>
  <Characters>5502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15</cp:revision>
  <cp:lastPrinted>2017-04-27T10:28:00Z</cp:lastPrinted>
  <dcterms:created xsi:type="dcterms:W3CDTF">2020-12-15T14:45:00Z</dcterms:created>
  <dcterms:modified xsi:type="dcterms:W3CDTF">2021-11-04T09:32:00Z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